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BA680" w14:textId="55098CCA" w:rsidR="00C616E4" w:rsidRPr="00FF4EAA" w:rsidRDefault="00C616E4" w:rsidP="00874A26">
      <w:pPr>
        <w:pStyle w:val="Heading1"/>
      </w:pPr>
      <w:bookmarkStart w:id="0" w:name="_GoBack"/>
      <w:bookmarkEnd w:id="0"/>
      <w:r>
        <w:t xml:space="preserve">2019 Halloween </w:t>
      </w:r>
      <w:r w:rsidRPr="00874A26">
        <w:rPr>
          <w:i/>
        </w:rPr>
        <w:t>Buzzed Driving Is Drunk Driving</w:t>
      </w:r>
    </w:p>
    <w:p w14:paraId="24D88F85" w14:textId="77777777" w:rsidR="00C616E4" w:rsidRDefault="00C616E4" w:rsidP="00874A26">
      <w:pPr>
        <w:pStyle w:val="Heading3"/>
        <w:spacing w:before="240" w:after="240"/>
        <w:jc w:val="center"/>
      </w:pPr>
      <w:r w:rsidRPr="00FA0D35">
        <w:rPr>
          <w:rFonts w:ascii="Rockwell" w:hAnsi="Rockwell"/>
          <w:bCs w:val="0"/>
          <w:caps/>
          <w:noProof/>
          <w:sz w:val="28"/>
        </w:rPr>
        <w:t>FACT SHEET &amp; TALKING POINTS</w:t>
      </w:r>
    </w:p>
    <w:p w14:paraId="6000E196" w14:textId="23DDF7BD" w:rsidR="006F4D26" w:rsidRDefault="00874A26" w:rsidP="009D2E1E">
      <w:proofErr w:type="gramStart"/>
      <w:r>
        <w:t>This Halloween,</w:t>
      </w:r>
      <w:proofErr w:type="gramEnd"/>
      <w:r>
        <w:t xml:space="preserve"> let’s make happy memories, not tragic nightmares. The only thing scarier than zombies and witches loose on the streets is a drunk driver. </w:t>
      </w:r>
      <w:r w:rsidR="009D2E1E">
        <w:t xml:space="preserve">This year, the U.S. Department of Transportation’s National Highway Traffic Safety Administration </w:t>
      </w:r>
      <w:r w:rsidR="00FE192B">
        <w:t>(NHTSA) is teaming up with local officials to help spread the message</w:t>
      </w:r>
      <w:r w:rsidR="00D60F1C">
        <w:t xml:space="preserve"> that </w:t>
      </w:r>
      <w:r w:rsidR="00D60F1C" w:rsidRPr="00D60F1C">
        <w:rPr>
          <w:i/>
        </w:rPr>
        <w:t>Buzzed Driving Is Drunk Driving</w:t>
      </w:r>
      <w:r w:rsidR="00D60F1C">
        <w:t>. Even one alcoholic beverage could be one</w:t>
      </w:r>
      <w:r w:rsidR="00E07F76">
        <w:t xml:space="preserve"> </w:t>
      </w:r>
      <w:r w:rsidR="00D60F1C">
        <w:t>too</w:t>
      </w:r>
      <w:r w:rsidR="00E07F76">
        <w:t xml:space="preserve"> </w:t>
      </w:r>
      <w:r w:rsidR="00D60F1C">
        <w:t>many for some drivers, so if you plan to drive, plan to refrain from alcohol</w:t>
      </w:r>
      <w:r w:rsidR="00CB37E9">
        <w:t>.</w:t>
      </w:r>
      <w:r w:rsidR="00653E72">
        <w:t xml:space="preserve"> </w:t>
      </w:r>
      <w:r w:rsidR="00CB37E9">
        <w:t>I</w:t>
      </w:r>
      <w:r w:rsidR="00653E72">
        <w:t>f you</w:t>
      </w:r>
      <w:r>
        <w:t xml:space="preserve"> do</w:t>
      </w:r>
      <w:r w:rsidR="00653E72">
        <w:t xml:space="preserve"> plan to </w:t>
      </w:r>
      <w:r>
        <w:t>enjoy some witch’s brew</w:t>
      </w:r>
      <w:r w:rsidR="00BC43A2">
        <w:t>,</w:t>
      </w:r>
      <w:r w:rsidR="00653E72">
        <w:t xml:space="preserve"> be sure to arrange a sober ride home in advance</w:t>
      </w:r>
      <w:r w:rsidR="00D60F1C">
        <w:t xml:space="preserve">. </w:t>
      </w:r>
      <w:r w:rsidR="007D5E4F">
        <w:t xml:space="preserve">Stay safe on Halloween night, and every night. Read these scary stats and commit to sober driving. </w:t>
      </w:r>
    </w:p>
    <w:p w14:paraId="127CAD59" w14:textId="289062F7" w:rsidR="009A3C3B" w:rsidRPr="00FA4642" w:rsidRDefault="009A3C3B" w:rsidP="009A3C3B">
      <w:pPr>
        <w:pStyle w:val="ListParagraph"/>
        <w:numPr>
          <w:ilvl w:val="0"/>
          <w:numId w:val="2"/>
        </w:numPr>
      </w:pPr>
      <w:r w:rsidRPr="00FA4642">
        <w:t xml:space="preserve">According to NHTSA, </w:t>
      </w:r>
      <w:r w:rsidR="00801E41">
        <w:t xml:space="preserve">there were </w:t>
      </w:r>
      <w:r w:rsidRPr="00FA4642">
        <w:t>37,</w:t>
      </w:r>
      <w:r>
        <w:t>133</w:t>
      </w:r>
      <w:r w:rsidRPr="00FA4642">
        <w:t xml:space="preserve"> people killed in motor</w:t>
      </w:r>
      <w:r>
        <w:t xml:space="preserve"> vehicle traffic crashes in 2017, and 29 percent (10,874</w:t>
      </w:r>
      <w:r w:rsidRPr="00FA4642">
        <w:t xml:space="preserve">) of those fatalities occurred in a crash </w:t>
      </w:r>
      <w:r w:rsidR="00801E41">
        <w:t>in</w:t>
      </w:r>
      <w:r w:rsidR="00801E41" w:rsidRPr="00FA4642">
        <w:t xml:space="preserve"> </w:t>
      </w:r>
      <w:r w:rsidRPr="00FA4642">
        <w:t>which a driver had a blood alcohol concentration (BAC) over the legal limit of .08.</w:t>
      </w:r>
    </w:p>
    <w:p w14:paraId="1CDB1D52" w14:textId="327BC62F" w:rsidR="006F4D26" w:rsidRPr="006C0473" w:rsidRDefault="00FD19B4" w:rsidP="006F4D26">
      <w:pPr>
        <w:pStyle w:val="ListParagraph"/>
        <w:numPr>
          <w:ilvl w:val="0"/>
          <w:numId w:val="2"/>
        </w:numPr>
      </w:pPr>
      <w:r w:rsidRPr="006C0473">
        <w:t xml:space="preserve">During the Halloween </w:t>
      </w:r>
      <w:r w:rsidR="008B322C">
        <w:t>night</w:t>
      </w:r>
      <w:r w:rsidR="00D3483B">
        <w:t xml:space="preserve"> </w:t>
      </w:r>
      <w:r w:rsidR="00D3483B" w:rsidRPr="006C0473">
        <w:t>(6 p.m. October 31 to 5:59 a.m. November 1)</w:t>
      </w:r>
      <w:r w:rsidRPr="006C0473">
        <w:t xml:space="preserve"> </w:t>
      </w:r>
      <w:r w:rsidR="006F4D26" w:rsidRPr="006C0473">
        <w:t>during the</w:t>
      </w:r>
      <w:r w:rsidR="008504DC">
        <w:t xml:space="preserve"> years 2013-2017</w:t>
      </w:r>
      <w:r w:rsidR="00981717">
        <w:t xml:space="preserve">, </w:t>
      </w:r>
      <w:r w:rsidR="00801E41">
        <w:t xml:space="preserve">there were </w:t>
      </w:r>
      <w:r w:rsidR="00981717">
        <w:t>15</w:t>
      </w:r>
      <w:r w:rsidR="00A46E06" w:rsidRPr="006C0473">
        <w:t>8</w:t>
      </w:r>
      <w:r w:rsidR="006F4D26" w:rsidRPr="006C0473">
        <w:t xml:space="preserve"> people killed in drunk-drivin</w:t>
      </w:r>
      <w:r w:rsidRPr="006C0473">
        <w:t>g</w:t>
      </w:r>
      <w:r w:rsidR="006F4D26" w:rsidRPr="006C0473">
        <w:t xml:space="preserve"> crashes.</w:t>
      </w:r>
    </w:p>
    <w:p w14:paraId="0DDAE2B8" w14:textId="6CBC7EC4" w:rsidR="008504DC" w:rsidRPr="008504DC" w:rsidRDefault="008B322C" w:rsidP="008504DC">
      <w:pPr>
        <w:pStyle w:val="ListParagraph"/>
        <w:numPr>
          <w:ilvl w:val="0"/>
          <w:numId w:val="2"/>
        </w:numPr>
      </w:pPr>
      <w:r>
        <w:t xml:space="preserve">During </w:t>
      </w:r>
      <w:r w:rsidR="008504DC" w:rsidRPr="008504DC">
        <w:t xml:space="preserve">Halloween </w:t>
      </w:r>
      <w:r>
        <w:t>night</w:t>
      </w:r>
      <w:r w:rsidR="008504DC" w:rsidRPr="008504DC">
        <w:t xml:space="preserve"> from 2013-2017, 42 percent of those killed were in traffic crashes that involved at least one drunk driver.</w:t>
      </w:r>
    </w:p>
    <w:p w14:paraId="080A91F7" w14:textId="122C4BCD" w:rsidR="008504DC" w:rsidRPr="008504DC" w:rsidRDefault="008504DC" w:rsidP="008504DC">
      <w:pPr>
        <w:pStyle w:val="ListParagraph"/>
        <w:numPr>
          <w:ilvl w:val="0"/>
          <w:numId w:val="2"/>
        </w:numPr>
      </w:pPr>
      <w:r w:rsidRPr="008504DC">
        <w:t xml:space="preserve">During the 2017 Halloween </w:t>
      </w:r>
      <w:r w:rsidR="008B322C">
        <w:t>night</w:t>
      </w:r>
      <w:r w:rsidRPr="008504DC">
        <w:t xml:space="preserve"> (6 p.m. October 31 to 5:59 a.m. November 1), there were 11 vehicle occupants and three pedestrians killed in drunk</w:t>
      </w:r>
      <w:r w:rsidR="00801E41">
        <w:t>-</w:t>
      </w:r>
      <w:r w:rsidRPr="008504DC">
        <w:t xml:space="preserve">driving crashes. </w:t>
      </w:r>
    </w:p>
    <w:p w14:paraId="7DB7D6C4" w14:textId="383DD98E" w:rsidR="008504DC" w:rsidRDefault="008504DC" w:rsidP="008504DC">
      <w:pPr>
        <w:pStyle w:val="ListParagraph"/>
        <w:numPr>
          <w:ilvl w:val="0"/>
          <w:numId w:val="2"/>
        </w:numPr>
      </w:pPr>
      <w:r w:rsidRPr="008504DC">
        <w:t xml:space="preserve">Those under the age of 21 had the highest percentage (45%) of fatalities in drunk-driving crashes on Halloween night in 2017. </w:t>
      </w:r>
    </w:p>
    <w:p w14:paraId="37CFF620" w14:textId="561867E3" w:rsidR="009A3C3B" w:rsidRPr="008504DC" w:rsidRDefault="009A3C3B" w:rsidP="009A3C3B">
      <w:pPr>
        <w:pStyle w:val="ListParagraph"/>
        <w:numPr>
          <w:ilvl w:val="0"/>
          <w:numId w:val="2"/>
        </w:numPr>
      </w:pPr>
      <w:r w:rsidRPr="00FA4642">
        <w:t xml:space="preserve">Drug-impaired driving is an increasing problem on our nation’s roads. It is illegal to drive while drug-impaired, period. It’s essential for drivers to understand: </w:t>
      </w:r>
      <w:r w:rsidRPr="00FA4642">
        <w:rPr>
          <w:i/>
        </w:rPr>
        <w:t>If You Feel Different, You Drive Different.</w:t>
      </w:r>
      <w:r w:rsidRPr="00FA4642">
        <w:t xml:space="preserve"> </w:t>
      </w:r>
    </w:p>
    <w:p w14:paraId="7FC15619" w14:textId="77777777" w:rsidR="00C616E4" w:rsidRPr="00911B46" w:rsidRDefault="00C616E4" w:rsidP="00C616E4">
      <w:pPr>
        <w:rPr>
          <w:b/>
        </w:rPr>
      </w:pPr>
      <w:r>
        <w:rPr>
          <w:b/>
        </w:rPr>
        <w:t>The Cost of Drunk Driving</w:t>
      </w:r>
    </w:p>
    <w:p w14:paraId="3710F172" w14:textId="77777777" w:rsidR="00C616E4" w:rsidRDefault="00C616E4" w:rsidP="00C616E4">
      <w:pPr>
        <w:pStyle w:val="ListParagraph"/>
        <w:numPr>
          <w:ilvl w:val="0"/>
          <w:numId w:val="4"/>
        </w:numPr>
      </w:pPr>
      <w:r>
        <w:t>On average, a DUI can set you back $10,000 in attorney’s fees, fines, court costs, lost time at work, higher insurance rates, car towing and repairs, and more.</w:t>
      </w:r>
    </w:p>
    <w:p w14:paraId="59D4A642" w14:textId="6FB82B59" w:rsidR="00C616E4" w:rsidRPr="006C0473" w:rsidRDefault="00C616E4" w:rsidP="00C616E4">
      <w:pPr>
        <w:pStyle w:val="ListParagraph"/>
        <w:numPr>
          <w:ilvl w:val="0"/>
          <w:numId w:val="4"/>
        </w:numPr>
      </w:pPr>
      <w:r>
        <w:t>The financial impact from impaired driving crashes can be devastating: Based on 2010 numbers (the most recent year for which cost data is available), impaired-driving crashes cost the United States $44 billion annually.</w:t>
      </w:r>
    </w:p>
    <w:p w14:paraId="048261A2" w14:textId="77777777" w:rsidR="0033319D" w:rsidRDefault="0033319D" w:rsidP="006F4D26">
      <w:pPr>
        <w:rPr>
          <w:b/>
        </w:rPr>
      </w:pPr>
    </w:p>
    <w:p w14:paraId="3180B6D5" w14:textId="0A3DEB8E" w:rsidR="006F4D26" w:rsidRPr="00A46E06" w:rsidRDefault="007D5E4F" w:rsidP="006F4D26">
      <w:pPr>
        <w:rPr>
          <w:b/>
        </w:rPr>
      </w:pPr>
      <w:r>
        <w:rPr>
          <w:b/>
        </w:rPr>
        <w:lastRenderedPageBreak/>
        <w:t>Plan Before You Party</w:t>
      </w:r>
    </w:p>
    <w:p w14:paraId="31F2E637" w14:textId="502D2F9A" w:rsidR="006F4D26" w:rsidRPr="000E1B16" w:rsidRDefault="006F4D26" w:rsidP="006F4D26">
      <w:pPr>
        <w:pStyle w:val="ListParagraph"/>
        <w:ind w:left="0"/>
        <w:rPr>
          <w:color w:val="000000"/>
        </w:rPr>
      </w:pPr>
      <w:r w:rsidRPr="000E1B16">
        <w:rPr>
          <w:color w:val="000000"/>
        </w:rPr>
        <w:t>Don’t let plans get away from you</w:t>
      </w:r>
      <w:r w:rsidR="00C616E4">
        <w:rPr>
          <w:color w:val="000000"/>
        </w:rPr>
        <w:t xml:space="preserve"> </w:t>
      </w:r>
      <w:r w:rsidRPr="000E1B16">
        <w:rPr>
          <w:color w:val="000000"/>
        </w:rPr>
        <w:t>—</w:t>
      </w:r>
      <w:r w:rsidR="00C616E4">
        <w:rPr>
          <w:color w:val="000000"/>
        </w:rPr>
        <w:t xml:space="preserve"> </w:t>
      </w:r>
      <w:r w:rsidRPr="000E1B16">
        <w:rPr>
          <w:color w:val="000000"/>
        </w:rPr>
        <w:t xml:space="preserve">it’s imperative to your safety and the safety of others to plan a responsible ride home from </w:t>
      </w:r>
      <w:r>
        <w:rPr>
          <w:color w:val="000000"/>
        </w:rPr>
        <w:t>the</w:t>
      </w:r>
      <w:r w:rsidRPr="000E1B16">
        <w:rPr>
          <w:color w:val="000000"/>
        </w:rPr>
        <w:t xml:space="preserve"> party. If you leave your house unprepared to get home safely, you may not make the best choices by the end of the night. Here are a few tips to help you prepare for a safe night </w:t>
      </w:r>
      <w:r>
        <w:rPr>
          <w:color w:val="000000"/>
        </w:rPr>
        <w:t>out</w:t>
      </w:r>
      <w:r w:rsidR="006471E1">
        <w:rPr>
          <w:color w:val="000000"/>
        </w:rPr>
        <w:t>.</w:t>
      </w:r>
    </w:p>
    <w:p w14:paraId="4E76A7D8" w14:textId="77777777" w:rsidR="006F4D26" w:rsidRPr="000E1B16" w:rsidRDefault="006F4D26" w:rsidP="006F4D26">
      <w:pPr>
        <w:pStyle w:val="ListParagraph"/>
        <w:ind w:left="0"/>
        <w:rPr>
          <w:color w:val="000000"/>
        </w:rPr>
      </w:pPr>
    </w:p>
    <w:p w14:paraId="3911D778" w14:textId="4320673A" w:rsidR="00D60F1C" w:rsidRPr="00690D2B" w:rsidRDefault="00D60F1C" w:rsidP="00D60F1C">
      <w:pPr>
        <w:pStyle w:val="ListParagraph"/>
        <w:numPr>
          <w:ilvl w:val="0"/>
          <w:numId w:val="6"/>
        </w:numPr>
        <w:spacing w:after="0" w:line="240" w:lineRule="auto"/>
        <w:ind w:left="900"/>
        <w:rPr>
          <w:color w:val="000000"/>
        </w:rPr>
      </w:pPr>
      <w:r w:rsidRPr="00690D2B">
        <w:rPr>
          <w:color w:val="000000"/>
        </w:rPr>
        <w:t xml:space="preserve">Remember that it is never okay to drink and drive. Even if you’ve had only one alcoholic beverage, designate a sober driver or plan to use public transportation or a ride sharing service to get home safely. </w:t>
      </w:r>
    </w:p>
    <w:p w14:paraId="6D2CFE2D" w14:textId="77777777" w:rsidR="00D60F1C" w:rsidRPr="00690D2B" w:rsidRDefault="00D60F1C" w:rsidP="00D60F1C">
      <w:pPr>
        <w:pStyle w:val="ListParagraph"/>
        <w:numPr>
          <w:ilvl w:val="0"/>
          <w:numId w:val="6"/>
        </w:numPr>
        <w:spacing w:after="0" w:line="240" w:lineRule="auto"/>
        <w:ind w:left="900"/>
        <w:rPr>
          <w:color w:val="000000"/>
        </w:rPr>
      </w:pPr>
      <w:r w:rsidRPr="00690D2B">
        <w:rPr>
          <w:color w:val="000000"/>
        </w:rPr>
        <w:t xml:space="preserve">Use your community’s sober ride program </w:t>
      </w:r>
      <w:r w:rsidRPr="00690D2B">
        <w:rPr>
          <w:b/>
          <w:color w:val="000000"/>
        </w:rPr>
        <w:t>[Insert your local sober ride program specifics here]</w:t>
      </w:r>
      <w:r w:rsidRPr="00690D2B">
        <w:rPr>
          <w:color w:val="000000"/>
        </w:rPr>
        <w:t>.</w:t>
      </w:r>
    </w:p>
    <w:p w14:paraId="721FE42E" w14:textId="77777777" w:rsidR="00D60F1C" w:rsidRPr="00690D2B" w:rsidRDefault="00D60F1C" w:rsidP="00D60F1C">
      <w:pPr>
        <w:pStyle w:val="ListParagraph"/>
        <w:numPr>
          <w:ilvl w:val="0"/>
          <w:numId w:val="6"/>
        </w:numPr>
        <w:spacing w:after="0" w:line="240" w:lineRule="auto"/>
        <w:ind w:left="900"/>
        <w:rPr>
          <w:color w:val="000000"/>
        </w:rPr>
      </w:pPr>
      <w:r w:rsidRPr="00690D2B">
        <w:rPr>
          <w:color w:val="000000"/>
        </w:rPr>
        <w:t xml:space="preserve">If you see a drunk driver on the road, contact </w:t>
      </w:r>
      <w:r w:rsidRPr="00690D2B">
        <w:rPr>
          <w:b/>
          <w:color w:val="000000"/>
        </w:rPr>
        <w:t>[Local Law Enforcement]</w:t>
      </w:r>
      <w:r w:rsidRPr="00690D2B">
        <w:rPr>
          <w:color w:val="000000"/>
        </w:rPr>
        <w:t>.</w:t>
      </w:r>
    </w:p>
    <w:p w14:paraId="4C819ED6" w14:textId="77777777" w:rsidR="00D60F1C" w:rsidRPr="00690D2B" w:rsidRDefault="00D60F1C" w:rsidP="00D60F1C">
      <w:pPr>
        <w:pStyle w:val="ListParagraph"/>
        <w:numPr>
          <w:ilvl w:val="0"/>
          <w:numId w:val="6"/>
        </w:numPr>
        <w:spacing w:after="0" w:line="240" w:lineRule="auto"/>
        <w:ind w:left="900"/>
        <w:rPr>
          <w:color w:val="000000"/>
        </w:rPr>
      </w:pPr>
      <w:r w:rsidRPr="00690D2B">
        <w:rPr>
          <w:color w:val="000000"/>
        </w:rPr>
        <w:t xml:space="preserve">Have a friend who is about to drink and drive? Take the keys away and </w:t>
      </w:r>
      <w:proofErr w:type="gramStart"/>
      <w:r w:rsidRPr="00690D2B">
        <w:rPr>
          <w:color w:val="000000"/>
        </w:rPr>
        <w:t>make arrangements</w:t>
      </w:r>
      <w:proofErr w:type="gramEnd"/>
      <w:r w:rsidRPr="00690D2B">
        <w:rPr>
          <w:color w:val="000000"/>
        </w:rPr>
        <w:t xml:space="preserve"> to get your friend home safely.</w:t>
      </w:r>
    </w:p>
    <w:p w14:paraId="23B767C3" w14:textId="77777777" w:rsidR="006F4D26" w:rsidRPr="006F4D26" w:rsidRDefault="006F4D26" w:rsidP="006F4D26">
      <w:pPr>
        <w:pStyle w:val="ListParagraph"/>
        <w:spacing w:after="0" w:line="240" w:lineRule="auto"/>
        <w:rPr>
          <w:color w:val="000000"/>
        </w:rPr>
      </w:pPr>
    </w:p>
    <w:p w14:paraId="1CFD6E50" w14:textId="5F544A17" w:rsidR="004944B0" w:rsidRPr="00901CE9" w:rsidRDefault="006F4D26" w:rsidP="006F4D26">
      <w:r>
        <w:t xml:space="preserve">Always remember: </w:t>
      </w:r>
      <w:r w:rsidRPr="0020729A">
        <w:rPr>
          <w:i/>
        </w:rPr>
        <w:t>Buzzed Driving Is Drunk Driving</w:t>
      </w:r>
      <w:r>
        <w:t>. For more information, visit www.trafficsafetymarketing.gov.</w:t>
      </w:r>
    </w:p>
    <w:sectPr w:rsidR="004944B0" w:rsidRPr="00901CE9" w:rsidSect="00B9273B">
      <w:headerReference w:type="default" r:id="rId7"/>
      <w:footerReference w:type="default" r:id="rId8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B2411" w14:textId="77777777" w:rsidR="00E02724" w:rsidRDefault="00E02724" w:rsidP="00901CE9">
      <w:pPr>
        <w:spacing w:after="0" w:line="240" w:lineRule="auto"/>
      </w:pPr>
      <w:r>
        <w:separator/>
      </w:r>
    </w:p>
  </w:endnote>
  <w:endnote w:type="continuationSeparator" w:id="0">
    <w:p w14:paraId="02B8AA56" w14:textId="77777777" w:rsidR="00E02724" w:rsidRDefault="00E02724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DA0C4" w14:textId="77777777" w:rsidR="00901CE9" w:rsidRPr="00901CE9" w:rsidRDefault="00CA1A42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B79501" wp14:editId="65DC271F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D341A3" w14:textId="5BD30B98" w:rsidR="007F0F99" w:rsidRDefault="007F0F99" w:rsidP="00F302F9">
                          <w:pPr>
                            <w:pStyle w:val="5ControlCode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B795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1FD341A3" w14:textId="5BD30B98" w:rsidR="007F0F99" w:rsidRDefault="007F0F99" w:rsidP="00F302F9">
                    <w:pPr>
                      <w:pStyle w:val="5ControlCode"/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4"/>
        <w:szCs w:val="14"/>
      </w:rPr>
      <w:drawing>
        <wp:inline distT="0" distB="0" distL="0" distR="0" wp14:anchorId="49D5AF58" wp14:editId="25B4B011">
          <wp:extent cx="2776220" cy="737870"/>
          <wp:effectExtent l="0" t="0" r="5080" b="5080"/>
          <wp:docPr id="2" name="Picture 2" descr="DOT/NHTSA Signature" title="DOT/NHTSA 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T/NHTSA Signa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62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AE9A9" w14:textId="77777777" w:rsidR="00E02724" w:rsidRDefault="00E02724" w:rsidP="00901CE9">
      <w:pPr>
        <w:spacing w:after="0" w:line="240" w:lineRule="auto"/>
      </w:pPr>
      <w:r>
        <w:separator/>
      </w:r>
    </w:p>
  </w:footnote>
  <w:footnote w:type="continuationSeparator" w:id="0">
    <w:p w14:paraId="0E966405" w14:textId="77777777" w:rsidR="00E02724" w:rsidRDefault="00E02724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9AF4E" w14:textId="118AC036" w:rsidR="00AA106A" w:rsidRDefault="00C616E4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noProof/>
      </w:rPr>
      <w:drawing>
        <wp:inline distT="0" distB="0" distL="0" distR="0" wp14:anchorId="12FCA505" wp14:editId="01537CA6">
          <wp:extent cx="1335405" cy="102425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1024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7D4476"/>
    <w:multiLevelType w:val="hybridMultilevel"/>
    <w:tmpl w:val="2918D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1501B"/>
    <w:multiLevelType w:val="hybridMultilevel"/>
    <w:tmpl w:val="C3588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22740"/>
    <w:multiLevelType w:val="hybridMultilevel"/>
    <w:tmpl w:val="18B2A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34939"/>
    <w:multiLevelType w:val="hybridMultilevel"/>
    <w:tmpl w:val="A120F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F39DD"/>
    <w:multiLevelType w:val="hybridMultilevel"/>
    <w:tmpl w:val="0406C8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4C5771"/>
    <w:multiLevelType w:val="hybridMultilevel"/>
    <w:tmpl w:val="A9D849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55BC0"/>
    <w:rsid w:val="0005624D"/>
    <w:rsid w:val="000663F2"/>
    <w:rsid w:val="000B1B05"/>
    <w:rsid w:val="001125C4"/>
    <w:rsid w:val="00161F42"/>
    <w:rsid w:val="00197D1E"/>
    <w:rsid w:val="001E692F"/>
    <w:rsid w:val="001F6E58"/>
    <w:rsid w:val="00201237"/>
    <w:rsid w:val="00205F4F"/>
    <w:rsid w:val="0020729A"/>
    <w:rsid w:val="0021528E"/>
    <w:rsid w:val="00295062"/>
    <w:rsid w:val="002962AA"/>
    <w:rsid w:val="002A6AAF"/>
    <w:rsid w:val="002B4917"/>
    <w:rsid w:val="002B66C6"/>
    <w:rsid w:val="002C179A"/>
    <w:rsid w:val="002C5FF8"/>
    <w:rsid w:val="002D7ED2"/>
    <w:rsid w:val="00327189"/>
    <w:rsid w:val="0033319D"/>
    <w:rsid w:val="00343E03"/>
    <w:rsid w:val="00352A56"/>
    <w:rsid w:val="003D2D80"/>
    <w:rsid w:val="00405C8E"/>
    <w:rsid w:val="0044490E"/>
    <w:rsid w:val="004944B0"/>
    <w:rsid w:val="004A2628"/>
    <w:rsid w:val="004C3718"/>
    <w:rsid w:val="004D21EE"/>
    <w:rsid w:val="004D77A2"/>
    <w:rsid w:val="004F7615"/>
    <w:rsid w:val="00512BFB"/>
    <w:rsid w:val="00515528"/>
    <w:rsid w:val="005430D9"/>
    <w:rsid w:val="00550936"/>
    <w:rsid w:val="00557E97"/>
    <w:rsid w:val="00565486"/>
    <w:rsid w:val="005E42DD"/>
    <w:rsid w:val="005F223A"/>
    <w:rsid w:val="005F38B4"/>
    <w:rsid w:val="00603243"/>
    <w:rsid w:val="00604280"/>
    <w:rsid w:val="0060637B"/>
    <w:rsid w:val="00625A39"/>
    <w:rsid w:val="006471E1"/>
    <w:rsid w:val="00653E72"/>
    <w:rsid w:val="006576D2"/>
    <w:rsid w:val="00667895"/>
    <w:rsid w:val="0067003C"/>
    <w:rsid w:val="00672251"/>
    <w:rsid w:val="00673C85"/>
    <w:rsid w:val="00697610"/>
    <w:rsid w:val="006C0473"/>
    <w:rsid w:val="006C07B6"/>
    <w:rsid w:val="006E1C33"/>
    <w:rsid w:val="006F4D26"/>
    <w:rsid w:val="00736287"/>
    <w:rsid w:val="0077096D"/>
    <w:rsid w:val="0078629E"/>
    <w:rsid w:val="007D5238"/>
    <w:rsid w:val="007D5E4F"/>
    <w:rsid w:val="007E35F9"/>
    <w:rsid w:val="007F0F99"/>
    <w:rsid w:val="00801E41"/>
    <w:rsid w:val="0081372B"/>
    <w:rsid w:val="00824066"/>
    <w:rsid w:val="008459C9"/>
    <w:rsid w:val="008504DC"/>
    <w:rsid w:val="00855CBD"/>
    <w:rsid w:val="00864606"/>
    <w:rsid w:val="00874A26"/>
    <w:rsid w:val="00877D0C"/>
    <w:rsid w:val="008B322C"/>
    <w:rsid w:val="008B6819"/>
    <w:rsid w:val="008B6C4C"/>
    <w:rsid w:val="008C149B"/>
    <w:rsid w:val="008E75C6"/>
    <w:rsid w:val="00901CE9"/>
    <w:rsid w:val="00905462"/>
    <w:rsid w:val="00911B46"/>
    <w:rsid w:val="00944E2C"/>
    <w:rsid w:val="00971284"/>
    <w:rsid w:val="00981717"/>
    <w:rsid w:val="009A3C3B"/>
    <w:rsid w:val="009A5F02"/>
    <w:rsid w:val="009C0118"/>
    <w:rsid w:val="009D2E1E"/>
    <w:rsid w:val="009E3F3A"/>
    <w:rsid w:val="009F3460"/>
    <w:rsid w:val="00A209DF"/>
    <w:rsid w:val="00A345FE"/>
    <w:rsid w:val="00A46E06"/>
    <w:rsid w:val="00A519A9"/>
    <w:rsid w:val="00A55606"/>
    <w:rsid w:val="00A7668B"/>
    <w:rsid w:val="00A77193"/>
    <w:rsid w:val="00A80AFB"/>
    <w:rsid w:val="00A9795D"/>
    <w:rsid w:val="00AA106A"/>
    <w:rsid w:val="00B331E3"/>
    <w:rsid w:val="00B63986"/>
    <w:rsid w:val="00B9273B"/>
    <w:rsid w:val="00BA2D14"/>
    <w:rsid w:val="00BB1112"/>
    <w:rsid w:val="00BC43A2"/>
    <w:rsid w:val="00BF0673"/>
    <w:rsid w:val="00C43B45"/>
    <w:rsid w:val="00C55758"/>
    <w:rsid w:val="00C616E4"/>
    <w:rsid w:val="00C64E8A"/>
    <w:rsid w:val="00CA1A42"/>
    <w:rsid w:val="00CB37E9"/>
    <w:rsid w:val="00CC5909"/>
    <w:rsid w:val="00CE7F96"/>
    <w:rsid w:val="00CF0D3D"/>
    <w:rsid w:val="00D02FC3"/>
    <w:rsid w:val="00D0427B"/>
    <w:rsid w:val="00D11077"/>
    <w:rsid w:val="00D25986"/>
    <w:rsid w:val="00D3483B"/>
    <w:rsid w:val="00D3792F"/>
    <w:rsid w:val="00D45507"/>
    <w:rsid w:val="00D55119"/>
    <w:rsid w:val="00D60F1C"/>
    <w:rsid w:val="00D6545A"/>
    <w:rsid w:val="00D846D4"/>
    <w:rsid w:val="00D92FE1"/>
    <w:rsid w:val="00DA64CF"/>
    <w:rsid w:val="00DE2078"/>
    <w:rsid w:val="00DE4EF2"/>
    <w:rsid w:val="00DE5C81"/>
    <w:rsid w:val="00E02724"/>
    <w:rsid w:val="00E07F76"/>
    <w:rsid w:val="00E14CE6"/>
    <w:rsid w:val="00E31AC0"/>
    <w:rsid w:val="00E53BEF"/>
    <w:rsid w:val="00E61E96"/>
    <w:rsid w:val="00E828B6"/>
    <w:rsid w:val="00EB3350"/>
    <w:rsid w:val="00EF561C"/>
    <w:rsid w:val="00F01171"/>
    <w:rsid w:val="00F21C7C"/>
    <w:rsid w:val="00F302F9"/>
    <w:rsid w:val="00F41EC0"/>
    <w:rsid w:val="00FB2798"/>
    <w:rsid w:val="00FD19B4"/>
    <w:rsid w:val="00FE192B"/>
    <w:rsid w:val="00FE56C5"/>
    <w:rsid w:val="00FF28E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144F99"/>
  <w15:docId w15:val="{BD59DC1D-3C83-43A3-A347-AD9310E7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4. Body"/>
    <w:qFormat/>
    <w:rsid w:val="00197D1E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874A26"/>
    <w:pPr>
      <w:keepNext/>
      <w:keepLines/>
      <w:spacing w:before="240" w:after="24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197D1E"/>
    <w:pPr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197D1E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D1E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D1E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D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874A26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197D1E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197D1E"/>
    <w:rPr>
      <w:color w:val="0000FF"/>
      <w:u w:val="single"/>
    </w:rPr>
  </w:style>
  <w:style w:type="paragraph" w:customStyle="1" w:styleId="MediumGrid21">
    <w:name w:val="Medium Grid 21"/>
    <w:uiPriority w:val="1"/>
    <w:rsid w:val="00197D1E"/>
    <w:rPr>
      <w:sz w:val="22"/>
      <w:szCs w:val="22"/>
    </w:rPr>
  </w:style>
  <w:style w:type="paragraph" w:customStyle="1" w:styleId="Normal1">
    <w:name w:val="Normal1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197D1E"/>
  </w:style>
  <w:style w:type="paragraph" w:customStyle="1" w:styleId="bodycopy">
    <w:name w:val="bodycopy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197D1E"/>
  </w:style>
  <w:style w:type="table" w:styleId="TableGrid">
    <w:name w:val="Table Grid"/>
    <w:basedOn w:val="TableNormal"/>
    <w:uiPriority w:val="59"/>
    <w:rsid w:val="00197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197D1E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197D1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197D1E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197D1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97D1E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197D1E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197D1E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99"/>
    <w:qFormat/>
    <w:rsid w:val="006F4D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62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2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29E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2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29E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Tara Casanova Powell</cp:lastModifiedBy>
  <cp:revision>2</cp:revision>
  <dcterms:created xsi:type="dcterms:W3CDTF">2019-10-02T22:49:00Z</dcterms:created>
  <dcterms:modified xsi:type="dcterms:W3CDTF">2019-10-02T22:49:00Z</dcterms:modified>
</cp:coreProperties>
</file>